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9C0173">
              <w:rPr>
                <w:sz w:val="28"/>
              </w:rPr>
              <w:t>843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9C0173">
              <w:rPr>
                <w:sz w:val="28"/>
              </w:rPr>
              <w:t>20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CC70DA" w:rsidP="00F10F13">
      <w:pPr>
        <w:rPr>
          <w:szCs w:val="24"/>
        </w:rPr>
      </w:pPr>
      <w:r>
        <w:rPr>
          <w:szCs w:val="24"/>
        </w:rPr>
        <w:t>Жаринова Лариса Леонидовна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4F2D6A" w:rsidP="0057004F">
      <w:pPr>
        <w:jc w:val="both"/>
        <w:rPr>
          <w:szCs w:val="24"/>
        </w:rPr>
      </w:pPr>
      <w:r>
        <w:rPr>
          <w:szCs w:val="24"/>
        </w:rPr>
        <w:t>1701ар1</w:t>
      </w:r>
      <w:bookmarkStart w:id="0" w:name="_GoBack"/>
      <w:bookmarkEnd w:id="0"/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4F2D6A"/>
    <w:rsid w:val="0050715E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43D30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C0173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10EEA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C54D7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2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Рассказова Анастасия Андреева</cp:lastModifiedBy>
  <cp:revision>7</cp:revision>
  <cp:lastPrinted>2018-01-17T10:37:00Z</cp:lastPrinted>
  <dcterms:created xsi:type="dcterms:W3CDTF">2018-01-17T10:35:00Z</dcterms:created>
  <dcterms:modified xsi:type="dcterms:W3CDTF">2018-01-17T10:37:00Z</dcterms:modified>
</cp:coreProperties>
</file>